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81C" w:rsidRDefault="0052481C"/>
    <w:p w:rsidR="002E1D16" w:rsidRDefault="00172D87">
      <w:r>
        <w:t>District Online Resources</w:t>
      </w:r>
    </w:p>
    <w:tbl>
      <w:tblPr>
        <w:tblStyle w:val="TableGrid"/>
        <w:tblW w:w="0" w:type="auto"/>
        <w:tblLayout w:type="fixed"/>
        <w:tblLook w:val="04A0"/>
      </w:tblPr>
      <w:tblGrid>
        <w:gridCol w:w="1441"/>
        <w:gridCol w:w="4042"/>
        <w:gridCol w:w="25"/>
        <w:gridCol w:w="1345"/>
        <w:gridCol w:w="1545"/>
        <w:gridCol w:w="1178"/>
      </w:tblGrid>
      <w:tr w:rsidR="00205F58" w:rsidTr="008432E7">
        <w:tc>
          <w:tcPr>
            <w:tcW w:w="1441" w:type="dxa"/>
          </w:tcPr>
          <w:p w:rsidR="003E0E27" w:rsidRDefault="003E0E27" w:rsidP="003E0E27">
            <w:pPr>
              <w:jc w:val="center"/>
            </w:pPr>
            <w:r>
              <w:t>Site Name</w:t>
            </w:r>
          </w:p>
        </w:tc>
        <w:tc>
          <w:tcPr>
            <w:tcW w:w="4042" w:type="dxa"/>
          </w:tcPr>
          <w:p w:rsidR="003E0E27" w:rsidRDefault="003E0E27">
            <w:r>
              <w:t>URL</w:t>
            </w:r>
          </w:p>
        </w:tc>
        <w:tc>
          <w:tcPr>
            <w:tcW w:w="1370" w:type="dxa"/>
            <w:gridSpan w:val="2"/>
          </w:tcPr>
          <w:p w:rsidR="003E0E27" w:rsidRDefault="003E0E27">
            <w:r>
              <w:t>Login &amp; Password in the schools</w:t>
            </w:r>
          </w:p>
        </w:tc>
        <w:tc>
          <w:tcPr>
            <w:tcW w:w="1545" w:type="dxa"/>
          </w:tcPr>
          <w:p w:rsidR="003E0E27" w:rsidRDefault="003E0E27">
            <w:r>
              <w:t>Login &amp; Password if used at home</w:t>
            </w:r>
          </w:p>
        </w:tc>
        <w:tc>
          <w:tcPr>
            <w:tcW w:w="1178" w:type="dxa"/>
          </w:tcPr>
          <w:p w:rsidR="003E0E27" w:rsidRDefault="003E0E27"/>
        </w:tc>
      </w:tr>
      <w:tr w:rsidR="003E0E27" w:rsidTr="008432E7">
        <w:tc>
          <w:tcPr>
            <w:tcW w:w="1441" w:type="dxa"/>
          </w:tcPr>
          <w:p w:rsidR="002E1D16" w:rsidRDefault="002E1D16">
            <w:r>
              <w:t>Enchanted Learning</w:t>
            </w:r>
          </w:p>
          <w:p w:rsidR="00D954CC" w:rsidRDefault="00D954CC">
            <w:r>
              <w:t>(All Buildings)</w:t>
            </w:r>
          </w:p>
        </w:tc>
        <w:tc>
          <w:tcPr>
            <w:tcW w:w="4042" w:type="dxa"/>
          </w:tcPr>
          <w:p w:rsidR="002E1D16" w:rsidRDefault="001D1DE7">
            <w:hyperlink r:id="rId5" w:history="1">
              <w:r w:rsidR="003E0E27" w:rsidRPr="00A75CAD">
                <w:rPr>
                  <w:rStyle w:val="Hyperlink"/>
                </w:rPr>
                <w:t>http://www.enchantedlearning.com</w:t>
              </w:r>
            </w:hyperlink>
            <w:r w:rsidR="002E1D16">
              <w:t xml:space="preserve"> </w:t>
            </w:r>
          </w:p>
        </w:tc>
        <w:tc>
          <w:tcPr>
            <w:tcW w:w="1370" w:type="dxa"/>
            <w:gridSpan w:val="2"/>
          </w:tcPr>
          <w:p w:rsidR="002E1D16" w:rsidRDefault="003E0E27" w:rsidP="003E0E27">
            <w:pPr>
              <w:jc w:val="center"/>
            </w:pPr>
            <w:r>
              <w:t xml:space="preserve">Login </w:t>
            </w:r>
            <w:proofErr w:type="spellStart"/>
            <w:r>
              <w:t>saukprairie</w:t>
            </w:r>
            <w:proofErr w:type="spellEnd"/>
            <w:r>
              <w:t xml:space="preserve"> and password ship25</w:t>
            </w:r>
          </w:p>
        </w:tc>
        <w:tc>
          <w:tcPr>
            <w:tcW w:w="1545" w:type="dxa"/>
          </w:tcPr>
          <w:p w:rsidR="002E1D16" w:rsidRDefault="003E0E27">
            <w:r>
              <w:t xml:space="preserve">Login </w:t>
            </w:r>
            <w:proofErr w:type="spellStart"/>
            <w:r>
              <w:t>saukprairie</w:t>
            </w:r>
            <w:proofErr w:type="spellEnd"/>
            <w:r>
              <w:t xml:space="preserve"> and password ship25</w:t>
            </w:r>
          </w:p>
        </w:tc>
        <w:tc>
          <w:tcPr>
            <w:tcW w:w="1178" w:type="dxa"/>
          </w:tcPr>
          <w:p w:rsidR="002E1D16" w:rsidRDefault="002E1D16"/>
        </w:tc>
      </w:tr>
      <w:tr w:rsidR="003E0E27" w:rsidTr="008432E7">
        <w:tc>
          <w:tcPr>
            <w:tcW w:w="1441" w:type="dxa"/>
          </w:tcPr>
          <w:p w:rsidR="002E1D16" w:rsidRDefault="003E0E27">
            <w:r>
              <w:t>World Book Online</w:t>
            </w:r>
          </w:p>
        </w:tc>
        <w:tc>
          <w:tcPr>
            <w:tcW w:w="4042" w:type="dxa"/>
          </w:tcPr>
          <w:p w:rsidR="002E1D16" w:rsidRDefault="001D1DE7">
            <w:hyperlink r:id="rId6" w:history="1">
              <w:r w:rsidR="002E1D16" w:rsidRPr="00A75CAD">
                <w:rPr>
                  <w:rStyle w:val="Hyperlink"/>
                </w:rPr>
                <w:t>http://www.worldbookonline.com</w:t>
              </w:r>
            </w:hyperlink>
            <w:r w:rsidR="002E1D16">
              <w:t xml:space="preserve"> </w:t>
            </w:r>
          </w:p>
        </w:tc>
        <w:tc>
          <w:tcPr>
            <w:tcW w:w="1370" w:type="dxa"/>
            <w:gridSpan w:val="2"/>
          </w:tcPr>
          <w:p w:rsidR="002E1D16" w:rsidRDefault="003E0E27" w:rsidP="003E0E27">
            <w:r>
              <w:t xml:space="preserve">No Password or login </w:t>
            </w:r>
          </w:p>
        </w:tc>
        <w:tc>
          <w:tcPr>
            <w:tcW w:w="1545" w:type="dxa"/>
          </w:tcPr>
          <w:p w:rsidR="003E0E27" w:rsidRDefault="003E0E27" w:rsidP="003E0E27">
            <w:pPr>
              <w:ind w:left="360" w:firstLine="360"/>
            </w:pPr>
            <w:r>
              <w:t xml:space="preserve">Login </w:t>
            </w:r>
            <w:r w:rsidRPr="009022AD">
              <w:t xml:space="preserve">spsd2004   </w:t>
            </w:r>
            <w:r>
              <w:t>and  password</w:t>
            </w:r>
            <w:r w:rsidRPr="009022AD">
              <w:t xml:space="preserve"> spsd2004</w:t>
            </w:r>
          </w:p>
          <w:p w:rsidR="002E1D16" w:rsidRPr="003E0E27" w:rsidRDefault="002E1D16" w:rsidP="003E0E27">
            <w:pPr>
              <w:jc w:val="center"/>
            </w:pPr>
          </w:p>
        </w:tc>
        <w:tc>
          <w:tcPr>
            <w:tcW w:w="1178" w:type="dxa"/>
          </w:tcPr>
          <w:p w:rsidR="002E1D16" w:rsidRDefault="002E1D16"/>
        </w:tc>
      </w:tr>
      <w:tr w:rsidR="003E0E27" w:rsidTr="00426734">
        <w:tc>
          <w:tcPr>
            <w:tcW w:w="1441" w:type="dxa"/>
          </w:tcPr>
          <w:p w:rsidR="002E1D16" w:rsidRDefault="003E0E27">
            <w:r>
              <w:t>United Streaming (Discovery Education</w:t>
            </w:r>
          </w:p>
        </w:tc>
        <w:tc>
          <w:tcPr>
            <w:tcW w:w="4067" w:type="dxa"/>
            <w:gridSpan w:val="2"/>
          </w:tcPr>
          <w:p w:rsidR="003E0E27" w:rsidRDefault="001D1DE7">
            <w:hyperlink r:id="rId7" w:history="1">
              <w:r w:rsidR="003E0E27" w:rsidRPr="00A75CAD">
                <w:rPr>
                  <w:rStyle w:val="Hyperlink"/>
                </w:rPr>
                <w:t>http://streaming.discoveryeducation.com/</w:t>
              </w:r>
            </w:hyperlink>
          </w:p>
          <w:p w:rsidR="002E1D16" w:rsidRDefault="003E0E27">
            <w:proofErr w:type="spellStart"/>
            <w:r>
              <w:t>Passcodes</w:t>
            </w:r>
            <w:proofErr w:type="spellEnd"/>
            <w:r>
              <w:t xml:space="preserve"> to create new accounts</w:t>
            </w:r>
            <w:r w:rsidR="00CF1E52">
              <w:br/>
              <w:t>Black Hawk    2D9F-AE7E</w:t>
            </w:r>
            <w:r w:rsidR="00CF1E52">
              <w:br/>
              <w:t>Grand              1D9F-1BED</w:t>
            </w:r>
            <w:r w:rsidR="00CF1E52">
              <w:br/>
              <w:t>Merrimac       2D9F-519F</w:t>
            </w:r>
            <w:r w:rsidR="00CF1E52">
              <w:br/>
              <w:t>High School    5566-C611</w:t>
            </w:r>
            <w:r w:rsidR="00CF1E52">
              <w:br/>
              <w:t>Middle School     1D9F-AB33</w:t>
            </w:r>
            <w:r w:rsidR="00CF1E52">
              <w:br/>
              <w:t>Spruce             5D9F-BECC</w:t>
            </w:r>
            <w:r w:rsidR="00CF1E52">
              <w:br/>
              <w:t>Tower Rock     1D9F-BDBc</w:t>
            </w:r>
            <w:r w:rsidR="00CF1E52">
              <w:br/>
            </w:r>
            <w:r>
              <w:t xml:space="preserve">  </w:t>
            </w:r>
          </w:p>
        </w:tc>
        <w:tc>
          <w:tcPr>
            <w:tcW w:w="1345" w:type="dxa"/>
          </w:tcPr>
          <w:p w:rsidR="002E1D16" w:rsidRDefault="00CF1E52">
            <w:r>
              <w:t>Login and password you create yourself</w:t>
            </w:r>
          </w:p>
        </w:tc>
        <w:tc>
          <w:tcPr>
            <w:tcW w:w="1545" w:type="dxa"/>
          </w:tcPr>
          <w:p w:rsidR="002E1D16" w:rsidRDefault="00CF1E52">
            <w:r>
              <w:t>Use the same login and password you created for school.</w:t>
            </w:r>
          </w:p>
          <w:p w:rsidR="001A5E6C" w:rsidRDefault="001A5E6C"/>
          <w:p w:rsidR="001A5E6C" w:rsidRDefault="001A5E6C">
            <w:proofErr w:type="spellStart"/>
            <w:r>
              <w:t>SPMSStu</w:t>
            </w:r>
            <w:proofErr w:type="spellEnd"/>
            <w:r>
              <w:t xml:space="preserve"> and password </w:t>
            </w:r>
            <w:proofErr w:type="spellStart"/>
            <w:r>
              <w:t>letmeinnow</w:t>
            </w:r>
            <w:proofErr w:type="spellEnd"/>
          </w:p>
        </w:tc>
        <w:tc>
          <w:tcPr>
            <w:tcW w:w="1178" w:type="dxa"/>
          </w:tcPr>
          <w:p w:rsidR="002E1D16" w:rsidRDefault="00205F58">
            <w:proofErr w:type="spellStart"/>
            <w:r>
              <w:t>Kaderpa</w:t>
            </w:r>
            <w:proofErr w:type="spellEnd"/>
            <w:r>
              <w:t xml:space="preserve"> and </w:t>
            </w:r>
            <w:proofErr w:type="spellStart"/>
            <w:r>
              <w:t>thatpat</w:t>
            </w:r>
            <w:proofErr w:type="spellEnd"/>
          </w:p>
        </w:tc>
      </w:tr>
      <w:tr w:rsidR="003E0E27" w:rsidTr="008432E7">
        <w:tc>
          <w:tcPr>
            <w:tcW w:w="1441" w:type="dxa"/>
          </w:tcPr>
          <w:p w:rsidR="002E1D16" w:rsidRDefault="00205F58">
            <w:proofErr w:type="spellStart"/>
            <w:r>
              <w:t>NetTrekker</w:t>
            </w:r>
            <w:proofErr w:type="spellEnd"/>
          </w:p>
        </w:tc>
        <w:tc>
          <w:tcPr>
            <w:tcW w:w="4042" w:type="dxa"/>
          </w:tcPr>
          <w:p w:rsidR="00BA58C7" w:rsidRPr="00BA58C7" w:rsidRDefault="001D1DE7" w:rsidP="00BA58C7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hyperlink r:id="rId8" w:history="1">
              <w:r w:rsidR="00205F58" w:rsidRPr="00A75CAD">
                <w:rPr>
                  <w:rStyle w:val="Hyperlink"/>
                </w:rPr>
                <w:t>http://www.nettrekker.com/us</w:t>
              </w:r>
            </w:hyperlink>
            <w:r w:rsidR="00205F58">
              <w:t xml:space="preserve"> </w:t>
            </w:r>
            <w:r w:rsidR="00205F58">
              <w:br/>
              <w:t xml:space="preserve">Can create a teacher login to </w:t>
            </w:r>
            <w:proofErr w:type="spellStart"/>
            <w:r w:rsidR="00205F58">
              <w:t>Nettrekker</w:t>
            </w:r>
            <w:proofErr w:type="spellEnd"/>
            <w:r w:rsidR="00205F58">
              <w:t xml:space="preserve"> that gives you more access to do other things.  </w:t>
            </w:r>
            <w:r w:rsidR="00801BCC">
              <w:br/>
              <w:t>Teacher Keys:</w:t>
            </w:r>
            <w:r w:rsidR="00BA58C7">
              <w:br/>
            </w:r>
            <w:r w:rsidR="00BA58C7" w:rsidRPr="00BA58C7">
              <w:rPr>
                <w:rFonts w:ascii="Tahoma" w:eastAsia="Times New Roman" w:hAnsi="Tahoma" w:cs="Tahoma"/>
                <w:sz w:val="20"/>
                <w:szCs w:val="20"/>
              </w:rPr>
              <w:t>Registrat</w:t>
            </w:r>
            <w:r w:rsidR="001A5E6C">
              <w:rPr>
                <w:rFonts w:ascii="Tahoma" w:eastAsia="Times New Roman" w:hAnsi="Tahoma" w:cs="Tahoma"/>
                <w:sz w:val="20"/>
                <w:szCs w:val="20"/>
              </w:rPr>
              <w:t xml:space="preserve">ion key for Black Hawk is </w:t>
            </w:r>
            <w:proofErr w:type="spellStart"/>
            <w:r w:rsidR="001A5E6C">
              <w:rPr>
                <w:rFonts w:ascii="Tahoma" w:eastAsia="Times New Roman" w:hAnsi="Tahoma" w:cs="Tahoma"/>
                <w:sz w:val="20"/>
                <w:szCs w:val="20"/>
              </w:rPr>
              <w:t>spbhteacher</w:t>
            </w:r>
            <w:proofErr w:type="spellEnd"/>
          </w:p>
          <w:p w:rsidR="00BA58C7" w:rsidRPr="00BA58C7" w:rsidRDefault="00BA58C7" w:rsidP="00BA58C7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BA58C7">
              <w:rPr>
                <w:rFonts w:ascii="Tahoma" w:eastAsia="Times New Roman" w:hAnsi="Tahoma" w:cs="Tahoma"/>
                <w:sz w:val="20"/>
                <w:szCs w:val="20"/>
              </w:rPr>
              <w:t>Registra</w:t>
            </w:r>
            <w:r w:rsidR="001A5E6C">
              <w:rPr>
                <w:rFonts w:ascii="Tahoma" w:eastAsia="Times New Roman" w:hAnsi="Tahoma" w:cs="Tahoma"/>
                <w:sz w:val="20"/>
                <w:szCs w:val="20"/>
              </w:rPr>
              <w:t xml:space="preserve">tion key for Grand Ave is </w:t>
            </w:r>
            <w:proofErr w:type="spellStart"/>
            <w:r w:rsidR="001A5E6C">
              <w:rPr>
                <w:rFonts w:ascii="Tahoma" w:eastAsia="Times New Roman" w:hAnsi="Tahoma" w:cs="Tahoma"/>
                <w:sz w:val="20"/>
                <w:szCs w:val="20"/>
              </w:rPr>
              <w:t>spgateacher</w:t>
            </w:r>
            <w:proofErr w:type="spellEnd"/>
          </w:p>
          <w:p w:rsidR="00BA58C7" w:rsidRPr="00BA58C7" w:rsidRDefault="00BA58C7" w:rsidP="00BA58C7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BA58C7">
              <w:rPr>
                <w:rFonts w:ascii="Tahoma" w:eastAsia="Times New Roman" w:hAnsi="Tahoma" w:cs="Tahoma"/>
                <w:sz w:val="20"/>
                <w:szCs w:val="20"/>
              </w:rPr>
              <w:t>Registr</w:t>
            </w:r>
            <w:r w:rsidR="001A5E6C">
              <w:rPr>
                <w:rFonts w:ascii="Tahoma" w:eastAsia="Times New Roman" w:hAnsi="Tahoma" w:cs="Tahoma"/>
                <w:sz w:val="20"/>
                <w:szCs w:val="20"/>
              </w:rPr>
              <w:t xml:space="preserve">ation key for Merrimac is </w:t>
            </w:r>
            <w:proofErr w:type="spellStart"/>
            <w:r w:rsidR="001A5E6C">
              <w:rPr>
                <w:rFonts w:ascii="Tahoma" w:eastAsia="Times New Roman" w:hAnsi="Tahoma" w:cs="Tahoma"/>
                <w:sz w:val="20"/>
                <w:szCs w:val="20"/>
              </w:rPr>
              <w:t>spmcteacher</w:t>
            </w:r>
            <w:proofErr w:type="spellEnd"/>
          </w:p>
          <w:p w:rsidR="00BA58C7" w:rsidRPr="00BA58C7" w:rsidRDefault="00BA58C7" w:rsidP="00BA58C7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Registration key for the h</w:t>
            </w:r>
            <w:r w:rsidR="001A5E6C">
              <w:rPr>
                <w:rFonts w:ascii="Tahoma" w:eastAsia="Times New Roman" w:hAnsi="Tahoma" w:cs="Tahoma"/>
                <w:sz w:val="20"/>
                <w:szCs w:val="20"/>
              </w:rPr>
              <w:t xml:space="preserve">igh school is </w:t>
            </w:r>
            <w:proofErr w:type="spellStart"/>
            <w:r w:rsidR="001A5E6C">
              <w:rPr>
                <w:rFonts w:ascii="Tahoma" w:eastAsia="Times New Roman" w:hAnsi="Tahoma" w:cs="Tahoma"/>
                <w:sz w:val="20"/>
                <w:szCs w:val="20"/>
              </w:rPr>
              <w:t>sphsteacher</w:t>
            </w:r>
            <w:proofErr w:type="spellEnd"/>
          </w:p>
          <w:p w:rsidR="00BA58C7" w:rsidRPr="00BA58C7" w:rsidRDefault="00BA58C7" w:rsidP="00BA58C7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BA58C7">
              <w:rPr>
                <w:rFonts w:ascii="Tahoma" w:eastAsia="Times New Roman" w:hAnsi="Tahoma" w:cs="Tahoma"/>
                <w:sz w:val="20"/>
                <w:szCs w:val="20"/>
              </w:rPr>
              <w:t>Registration key</w:t>
            </w:r>
            <w:r w:rsidR="001A5E6C">
              <w:rPr>
                <w:rFonts w:ascii="Tahoma" w:eastAsia="Times New Roman" w:hAnsi="Tahoma" w:cs="Tahoma"/>
                <w:sz w:val="20"/>
                <w:szCs w:val="20"/>
              </w:rPr>
              <w:t xml:space="preserve"> for the middle school is </w:t>
            </w:r>
            <w:proofErr w:type="spellStart"/>
            <w:r w:rsidR="001A5E6C">
              <w:rPr>
                <w:rFonts w:ascii="Tahoma" w:eastAsia="Times New Roman" w:hAnsi="Tahoma" w:cs="Tahoma"/>
                <w:sz w:val="20"/>
                <w:szCs w:val="20"/>
              </w:rPr>
              <w:t>spsteacher</w:t>
            </w:r>
            <w:proofErr w:type="spellEnd"/>
          </w:p>
          <w:p w:rsidR="00BA58C7" w:rsidRPr="00BA58C7" w:rsidRDefault="00BA58C7" w:rsidP="00BA58C7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BA58C7">
              <w:rPr>
                <w:rFonts w:ascii="Tahoma" w:eastAsia="Times New Roman" w:hAnsi="Tahoma" w:cs="Tahoma"/>
                <w:sz w:val="20"/>
                <w:szCs w:val="20"/>
              </w:rPr>
              <w:t>Registration</w:t>
            </w:r>
            <w:r w:rsidR="001A5E6C">
              <w:rPr>
                <w:rFonts w:ascii="Tahoma" w:eastAsia="Times New Roman" w:hAnsi="Tahoma" w:cs="Tahoma"/>
                <w:sz w:val="20"/>
                <w:szCs w:val="20"/>
              </w:rPr>
              <w:t xml:space="preserve"> key for Spruce Street is </w:t>
            </w:r>
            <w:proofErr w:type="spellStart"/>
            <w:r w:rsidR="001A5E6C">
              <w:rPr>
                <w:rFonts w:ascii="Tahoma" w:eastAsia="Times New Roman" w:hAnsi="Tahoma" w:cs="Tahoma"/>
                <w:sz w:val="20"/>
                <w:szCs w:val="20"/>
              </w:rPr>
              <w:t>spssteacher</w:t>
            </w:r>
            <w:proofErr w:type="spellEnd"/>
          </w:p>
          <w:p w:rsidR="00BA58C7" w:rsidRDefault="00BA58C7" w:rsidP="00BA58C7">
            <w:pPr>
              <w:spacing w:after="15"/>
              <w:rPr>
                <w:rFonts w:ascii="Tahoma" w:eastAsia="Times New Roman" w:hAnsi="Tahoma" w:cs="Tahoma"/>
                <w:sz w:val="20"/>
                <w:szCs w:val="20"/>
              </w:rPr>
            </w:pPr>
            <w:r w:rsidRPr="00BA58C7">
              <w:rPr>
                <w:rFonts w:ascii="Tahoma" w:eastAsia="Times New Roman" w:hAnsi="Tahoma" w:cs="Tahoma"/>
                <w:sz w:val="20"/>
                <w:szCs w:val="20"/>
              </w:rPr>
              <w:t>Registrat</w:t>
            </w:r>
            <w:r w:rsidR="001A5E6C">
              <w:rPr>
                <w:rFonts w:ascii="Tahoma" w:eastAsia="Times New Roman" w:hAnsi="Tahoma" w:cs="Tahoma"/>
                <w:sz w:val="20"/>
                <w:szCs w:val="20"/>
              </w:rPr>
              <w:t xml:space="preserve">ion key for Tower Rock is </w:t>
            </w:r>
            <w:proofErr w:type="spellStart"/>
            <w:r w:rsidR="001A5E6C">
              <w:rPr>
                <w:rFonts w:ascii="Tahoma" w:eastAsia="Times New Roman" w:hAnsi="Tahoma" w:cs="Tahoma"/>
                <w:sz w:val="20"/>
                <w:szCs w:val="20"/>
              </w:rPr>
              <w:t>sptrteacher</w:t>
            </w:r>
            <w:proofErr w:type="spellEnd"/>
            <w:r w:rsidR="00801BCC">
              <w:rPr>
                <w:rFonts w:ascii="Tahoma" w:eastAsia="Times New Roman" w:hAnsi="Tahoma" w:cs="Tahoma"/>
                <w:sz w:val="20"/>
                <w:szCs w:val="20"/>
              </w:rPr>
              <w:br/>
              <w:t>Student keys:</w:t>
            </w:r>
          </w:p>
          <w:p w:rsidR="00801BCC" w:rsidRDefault="00801BCC" w:rsidP="00BA58C7">
            <w:pPr>
              <w:spacing w:after="15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Black Hawk GG3A96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br/>
            </w: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Grand Ave ST2B38</w:t>
            </w:r>
          </w:p>
          <w:p w:rsidR="00801BCC" w:rsidRDefault="00801BCC" w:rsidP="00BA58C7">
            <w:pPr>
              <w:spacing w:after="15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Merrimac 2VSQ71</w:t>
            </w:r>
          </w:p>
          <w:p w:rsidR="00801BCC" w:rsidRDefault="00801BCC" w:rsidP="00BA58C7">
            <w:pPr>
              <w:spacing w:after="15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High School P9EE85</w:t>
            </w:r>
          </w:p>
          <w:p w:rsidR="00801BCC" w:rsidRDefault="00801BCC" w:rsidP="00BA58C7">
            <w:pPr>
              <w:spacing w:after="15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Middle School BEG949</w:t>
            </w:r>
          </w:p>
          <w:p w:rsidR="00801BCC" w:rsidRDefault="00801BCC" w:rsidP="00BA58C7">
            <w:pPr>
              <w:spacing w:after="15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Spruce Street FJY471</w:t>
            </w:r>
          </w:p>
          <w:p w:rsidR="00801BCC" w:rsidRPr="00BA58C7" w:rsidRDefault="00801BCC" w:rsidP="00BA58C7">
            <w:pPr>
              <w:spacing w:after="15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Tower Rock 588TCN</w:t>
            </w:r>
          </w:p>
          <w:p w:rsidR="002E1D16" w:rsidRDefault="00205F58">
            <w:r>
              <w:t xml:space="preserve"> </w:t>
            </w:r>
            <w:r w:rsidR="00491C36">
              <w:t>Online Learning Area</w:t>
            </w:r>
          </w:p>
        </w:tc>
        <w:tc>
          <w:tcPr>
            <w:tcW w:w="1370" w:type="dxa"/>
            <w:gridSpan w:val="2"/>
          </w:tcPr>
          <w:p w:rsidR="002E1D16" w:rsidRDefault="00205F58">
            <w:r>
              <w:lastRenderedPageBreak/>
              <w:t xml:space="preserve">Login </w:t>
            </w:r>
            <w:proofErr w:type="spellStart"/>
            <w:r>
              <w:t>spschools</w:t>
            </w:r>
            <w:proofErr w:type="spellEnd"/>
            <w:r>
              <w:t xml:space="preserve"> and password schools</w:t>
            </w:r>
          </w:p>
        </w:tc>
        <w:tc>
          <w:tcPr>
            <w:tcW w:w="1545" w:type="dxa"/>
          </w:tcPr>
          <w:p w:rsidR="002E1D16" w:rsidRDefault="00BA58C7">
            <w:r>
              <w:t>Teacher login can be user or the regular login</w:t>
            </w:r>
          </w:p>
        </w:tc>
        <w:tc>
          <w:tcPr>
            <w:tcW w:w="1178" w:type="dxa"/>
          </w:tcPr>
          <w:p w:rsidR="002E1D16" w:rsidRDefault="00205F58">
            <w:proofErr w:type="spellStart"/>
            <w:r>
              <w:t>Kaderpa</w:t>
            </w:r>
            <w:proofErr w:type="spellEnd"/>
            <w:r>
              <w:t xml:space="preserve"> and </w:t>
            </w:r>
            <w:proofErr w:type="spellStart"/>
            <w:r>
              <w:t>thatpat</w:t>
            </w:r>
            <w:proofErr w:type="spellEnd"/>
          </w:p>
        </w:tc>
      </w:tr>
      <w:tr w:rsidR="003E0E27" w:rsidTr="008432E7">
        <w:tc>
          <w:tcPr>
            <w:tcW w:w="1441" w:type="dxa"/>
          </w:tcPr>
          <w:p w:rsidR="002E1D16" w:rsidRDefault="008432E7">
            <w:proofErr w:type="spellStart"/>
            <w:r>
              <w:lastRenderedPageBreak/>
              <w:t>eLibrary</w:t>
            </w:r>
            <w:proofErr w:type="spellEnd"/>
            <w:r>
              <w:t>/Big Chalk</w:t>
            </w:r>
            <w:r w:rsidR="00A023AB">
              <w:t>/</w:t>
            </w:r>
            <w:proofErr w:type="spellStart"/>
            <w:r w:rsidR="00A023AB">
              <w:t>Proquest</w:t>
            </w:r>
            <w:proofErr w:type="spellEnd"/>
          </w:p>
        </w:tc>
        <w:tc>
          <w:tcPr>
            <w:tcW w:w="4042" w:type="dxa"/>
          </w:tcPr>
          <w:p w:rsidR="002E1D16" w:rsidRDefault="001D1DE7" w:rsidP="00D954CC">
            <w:hyperlink r:id="rId9" w:history="1">
              <w:r w:rsidR="00A023AB" w:rsidRPr="008A5698">
                <w:rPr>
                  <w:rStyle w:val="Hyperlink"/>
                </w:rPr>
                <w:t>http://www.proquestk12.com/</w:t>
              </w:r>
            </w:hyperlink>
            <w:r w:rsidR="00A023AB">
              <w:t xml:space="preserve"> </w:t>
            </w:r>
            <w:r w:rsidR="00A023AB">
              <w:br/>
            </w:r>
            <w:r w:rsidR="008432E7">
              <w:t>High school has access to:</w:t>
            </w:r>
            <w:r w:rsidR="00D954CC">
              <w:br/>
            </w:r>
            <w:proofErr w:type="spellStart"/>
            <w:r w:rsidR="00D954CC">
              <w:t>eLibrary</w:t>
            </w:r>
            <w:proofErr w:type="spellEnd"/>
            <w:r w:rsidR="00D954CC">
              <w:t xml:space="preserve"> Curriculum Edition</w:t>
            </w:r>
            <w:r w:rsidR="008432E7">
              <w:br/>
            </w:r>
            <w:proofErr w:type="spellStart"/>
            <w:r w:rsidR="008432E7">
              <w:t>ProQuest</w:t>
            </w:r>
            <w:proofErr w:type="spellEnd"/>
            <w:r w:rsidR="008432E7">
              <w:t xml:space="preserve"> Learning: Literature</w:t>
            </w:r>
            <w:r w:rsidR="008432E7">
              <w:br/>
            </w:r>
            <w:r w:rsidR="008432E7">
              <w:rPr>
                <w:rFonts w:ascii="Arial" w:hAnsi="Arial" w:cs="Arial"/>
                <w:color w:val="FF0000"/>
                <w:sz w:val="20"/>
                <w:szCs w:val="20"/>
              </w:rPr>
              <w:br/>
            </w:r>
          </w:p>
        </w:tc>
        <w:tc>
          <w:tcPr>
            <w:tcW w:w="1370" w:type="dxa"/>
            <w:gridSpan w:val="2"/>
          </w:tcPr>
          <w:p w:rsidR="00A023AB" w:rsidRDefault="008432E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t xml:space="preserve">Login for high school is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32-29987 and password is </w:t>
            </w:r>
          </w:p>
          <w:p w:rsidR="002E1D16" w:rsidRDefault="008432E7"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bigchalk</w:t>
            </w:r>
            <w:proofErr w:type="spellEnd"/>
          </w:p>
        </w:tc>
        <w:tc>
          <w:tcPr>
            <w:tcW w:w="1545" w:type="dxa"/>
          </w:tcPr>
          <w:p w:rsidR="002E1D16" w:rsidRDefault="002E1D16"/>
        </w:tc>
        <w:tc>
          <w:tcPr>
            <w:tcW w:w="1178" w:type="dxa"/>
          </w:tcPr>
          <w:p w:rsidR="002E1D16" w:rsidRDefault="002E1D16"/>
        </w:tc>
      </w:tr>
      <w:tr w:rsidR="003E0E27" w:rsidTr="008432E7">
        <w:tc>
          <w:tcPr>
            <w:tcW w:w="1441" w:type="dxa"/>
          </w:tcPr>
          <w:p w:rsidR="002E1D16" w:rsidRDefault="002E1D16"/>
        </w:tc>
        <w:tc>
          <w:tcPr>
            <w:tcW w:w="4042" w:type="dxa"/>
          </w:tcPr>
          <w:p w:rsidR="002E1D16" w:rsidRDefault="001D1DE7">
            <w:hyperlink r:id="rId10" w:history="1">
              <w:r w:rsidR="00A023AB" w:rsidRPr="008A5698">
                <w:rPr>
                  <w:rStyle w:val="Hyperlink"/>
                </w:rPr>
                <w:t>http://www.proquestk12.com/</w:t>
              </w:r>
            </w:hyperlink>
            <w:r w:rsidR="00A023AB">
              <w:t xml:space="preserve">  </w:t>
            </w:r>
            <w:r w:rsidR="00A023AB">
              <w:br/>
              <w:t>Middle school has access to:</w:t>
            </w:r>
            <w:r w:rsidR="00A023AB">
              <w:br/>
            </w:r>
            <w:proofErr w:type="spellStart"/>
            <w:r w:rsidR="00A023AB">
              <w:t>eLibrary</w:t>
            </w:r>
            <w:proofErr w:type="spellEnd"/>
            <w:r w:rsidR="00A023AB">
              <w:t xml:space="preserve"> Curriculum Edition</w:t>
            </w:r>
            <w:r w:rsidR="00A023AB">
              <w:br/>
            </w:r>
            <w:proofErr w:type="spellStart"/>
            <w:r w:rsidR="00A023AB">
              <w:t>ProQuest</w:t>
            </w:r>
            <w:proofErr w:type="spellEnd"/>
            <w:r w:rsidR="00A023AB">
              <w:t xml:space="preserve"> Learning: Literature</w:t>
            </w:r>
            <w:r w:rsidR="00A023AB">
              <w:br/>
            </w:r>
          </w:p>
        </w:tc>
        <w:tc>
          <w:tcPr>
            <w:tcW w:w="1370" w:type="dxa"/>
            <w:gridSpan w:val="2"/>
          </w:tcPr>
          <w:p w:rsidR="002E1D16" w:rsidRDefault="00A023AB">
            <w:r>
              <w:t xml:space="preserve">Username: </w:t>
            </w:r>
            <w:r>
              <w:rPr>
                <w:color w:val="FF0000"/>
              </w:rPr>
              <w:t>69-29988</w:t>
            </w:r>
            <w:r>
              <w:t xml:space="preserve"> </w:t>
            </w:r>
            <w:r>
              <w:br/>
              <w:t xml:space="preserve">Password: </w:t>
            </w:r>
            <w:proofErr w:type="spellStart"/>
            <w:r>
              <w:rPr>
                <w:color w:val="FF0000"/>
              </w:rPr>
              <w:t>bigchalk</w:t>
            </w:r>
            <w:proofErr w:type="spellEnd"/>
          </w:p>
        </w:tc>
        <w:tc>
          <w:tcPr>
            <w:tcW w:w="1545" w:type="dxa"/>
          </w:tcPr>
          <w:p w:rsidR="002E1D16" w:rsidRDefault="002E1D16"/>
        </w:tc>
        <w:tc>
          <w:tcPr>
            <w:tcW w:w="1178" w:type="dxa"/>
          </w:tcPr>
          <w:p w:rsidR="002E1D16" w:rsidRDefault="002E1D16"/>
        </w:tc>
      </w:tr>
      <w:tr w:rsidR="003E0E27" w:rsidTr="008432E7">
        <w:tc>
          <w:tcPr>
            <w:tcW w:w="1441" w:type="dxa"/>
          </w:tcPr>
          <w:p w:rsidR="002E1D16" w:rsidRDefault="002E1D16"/>
        </w:tc>
        <w:tc>
          <w:tcPr>
            <w:tcW w:w="4042" w:type="dxa"/>
          </w:tcPr>
          <w:p w:rsidR="005B26E4" w:rsidRDefault="001D1DE7" w:rsidP="005B26E4">
            <w:pPr>
              <w:pStyle w:val="NormalWeb"/>
            </w:pPr>
            <w:hyperlink r:id="rId11" w:history="1">
              <w:r w:rsidR="005B26E4" w:rsidRPr="008A5698">
                <w:rPr>
                  <w:rStyle w:val="Hyperlink"/>
                </w:rPr>
                <w:t>http://www.proquestk12.com/</w:t>
              </w:r>
            </w:hyperlink>
            <w:r w:rsidR="005B26E4">
              <w:t xml:space="preserve">  </w:t>
            </w:r>
            <w:r w:rsidR="005B26E4">
              <w:br/>
              <w:t xml:space="preserve">Elementary Schools have access to </w:t>
            </w:r>
            <w:proofErr w:type="spellStart"/>
            <w:r w:rsidR="005B26E4">
              <w:t>eLibrary</w:t>
            </w:r>
            <w:proofErr w:type="spellEnd"/>
            <w:r w:rsidR="005B26E4">
              <w:br/>
            </w:r>
          </w:p>
          <w:p w:rsidR="002E1D16" w:rsidRDefault="002E1D16"/>
        </w:tc>
        <w:tc>
          <w:tcPr>
            <w:tcW w:w="1370" w:type="dxa"/>
            <w:gridSpan w:val="2"/>
          </w:tcPr>
          <w:p w:rsidR="002E1D16" w:rsidRDefault="005B26E4">
            <w:r>
              <w:rPr>
                <w:rFonts w:ascii="Arial" w:hAnsi="Arial" w:cs="Arial"/>
                <w:b/>
                <w:bCs/>
                <w:sz w:val="20"/>
                <w:szCs w:val="20"/>
              </w:rPr>
              <w:t>Black hawk Elementary</w:t>
            </w:r>
            <w:r>
              <w:t xml:space="preserve"> </w:t>
            </w:r>
            <w: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Username: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06-29989</w:t>
            </w:r>
            <w:r>
              <w:t xml:space="preserve"> </w:t>
            </w:r>
            <w: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Password: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bigchalk</w:t>
            </w:r>
            <w:proofErr w:type="spellEnd"/>
            <w:r>
              <w:t xml:space="preserve"> </w:t>
            </w:r>
            <w: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Grand Ave Elementary</w:t>
            </w:r>
            <w:r>
              <w:t xml:space="preserve"> </w:t>
            </w:r>
            <w: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Username: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46-29990</w:t>
            </w:r>
            <w:r>
              <w:t xml:space="preserve"> </w:t>
            </w:r>
            <w: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Password: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bigchalk</w:t>
            </w:r>
            <w:proofErr w:type="spellEnd"/>
            <w:r>
              <w:t xml:space="preserve"> </w:t>
            </w:r>
            <w: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Merrimac Elementary</w:t>
            </w:r>
            <w:r>
              <w:t xml:space="preserve"> </w:t>
            </w:r>
            <w: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Username: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83-29991</w:t>
            </w:r>
            <w:r>
              <w:t xml:space="preserve"> </w:t>
            </w:r>
            <w: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Password: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bigchalk</w:t>
            </w:r>
            <w:proofErr w:type="spellEnd"/>
            <w:r>
              <w:t xml:space="preserve"> </w:t>
            </w:r>
            <w: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Spruce Street Elementary</w:t>
            </w:r>
            <w:r>
              <w:t xml:space="preserve"> </w:t>
            </w:r>
            <w: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Username: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20-29992</w:t>
            </w:r>
            <w:r>
              <w:t xml:space="preserve"> </w:t>
            </w:r>
            <w: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Password: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bigchalk</w:t>
            </w:r>
            <w:proofErr w:type="spellEnd"/>
            <w:r>
              <w:t xml:space="preserve"> </w:t>
            </w:r>
            <w: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Tower Rock Elementary</w:t>
            </w:r>
            <w:r>
              <w:t xml:space="preserve"> </w:t>
            </w:r>
            <w: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Username: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57-29993</w:t>
            </w:r>
            <w:r>
              <w:t xml:space="preserve"> </w:t>
            </w:r>
            <w: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Password: 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bigchalk</w:t>
            </w:r>
            <w:proofErr w:type="spellEnd"/>
          </w:p>
        </w:tc>
        <w:tc>
          <w:tcPr>
            <w:tcW w:w="1545" w:type="dxa"/>
          </w:tcPr>
          <w:p w:rsidR="002E1D16" w:rsidRDefault="002E1D16"/>
        </w:tc>
        <w:tc>
          <w:tcPr>
            <w:tcW w:w="1178" w:type="dxa"/>
          </w:tcPr>
          <w:p w:rsidR="002E1D16" w:rsidRDefault="002E1D16"/>
        </w:tc>
      </w:tr>
      <w:tr w:rsidR="00172D87" w:rsidTr="008432E7">
        <w:tc>
          <w:tcPr>
            <w:tcW w:w="1441" w:type="dxa"/>
          </w:tcPr>
          <w:p w:rsidR="00172D87" w:rsidRDefault="00172D87" w:rsidP="00172D87">
            <w:pPr>
              <w:jc w:val="center"/>
            </w:pPr>
            <w:r>
              <w:t>CCC Core Curriculum Content</w:t>
            </w:r>
          </w:p>
        </w:tc>
        <w:tc>
          <w:tcPr>
            <w:tcW w:w="4042" w:type="dxa"/>
          </w:tcPr>
          <w:p w:rsidR="00172D87" w:rsidRDefault="001D1DE7" w:rsidP="005B26E4">
            <w:pPr>
              <w:pStyle w:val="NormalWeb"/>
            </w:pPr>
            <w:hyperlink r:id="rId12" w:history="1">
              <w:r w:rsidR="00172D87" w:rsidRPr="002B5DB9">
                <w:rPr>
                  <w:rStyle w:val="Hyperlink"/>
                </w:rPr>
                <w:t>http://video.cccvod.com</w:t>
              </w:r>
            </w:hyperlink>
          </w:p>
        </w:tc>
        <w:tc>
          <w:tcPr>
            <w:tcW w:w="1370" w:type="dxa"/>
            <w:gridSpan w:val="2"/>
          </w:tcPr>
          <w:p w:rsidR="00172D87" w:rsidRDefault="00172D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Login </w:t>
            </w:r>
            <w:hyperlink r:id="rId13" w:history="1">
              <w:r w:rsidRPr="002B5DB9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kreutte@saukpr.k12.wi.us</w:t>
              </w:r>
            </w:hyperlink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Password spsd123</w:t>
            </w:r>
          </w:p>
        </w:tc>
        <w:tc>
          <w:tcPr>
            <w:tcW w:w="1545" w:type="dxa"/>
          </w:tcPr>
          <w:p w:rsidR="00172D87" w:rsidRDefault="00172D87"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Login </w:t>
            </w:r>
            <w:hyperlink r:id="rId14" w:history="1">
              <w:r w:rsidRPr="002B5DB9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kreutte@saukpr.k12.wi.us</w:t>
              </w:r>
            </w:hyperlink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Password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spsd123</w:t>
            </w:r>
          </w:p>
        </w:tc>
        <w:tc>
          <w:tcPr>
            <w:tcW w:w="1178" w:type="dxa"/>
          </w:tcPr>
          <w:p w:rsidR="00172D87" w:rsidRDefault="00172D87"/>
        </w:tc>
      </w:tr>
      <w:tr w:rsidR="00172D87" w:rsidTr="008432E7">
        <w:tc>
          <w:tcPr>
            <w:tcW w:w="1441" w:type="dxa"/>
          </w:tcPr>
          <w:p w:rsidR="00172D87" w:rsidRDefault="00172D87" w:rsidP="00172D87">
            <w:pPr>
              <w:jc w:val="center"/>
            </w:pPr>
            <w:r>
              <w:lastRenderedPageBreak/>
              <w:t>CCC Core Curriculum Content</w:t>
            </w:r>
          </w:p>
        </w:tc>
        <w:tc>
          <w:tcPr>
            <w:tcW w:w="4042" w:type="dxa"/>
          </w:tcPr>
          <w:p w:rsidR="00172D87" w:rsidRDefault="001D1DE7" w:rsidP="005B26E4">
            <w:pPr>
              <w:pStyle w:val="NormalWeb"/>
            </w:pPr>
            <w:hyperlink r:id="rId15" w:history="1">
              <w:r w:rsidR="00172D87" w:rsidRPr="002B5DB9">
                <w:rPr>
                  <w:rStyle w:val="Hyperlink"/>
                </w:rPr>
                <w:t>http://video.cccvod.com</w:t>
              </w:r>
            </w:hyperlink>
          </w:p>
        </w:tc>
        <w:tc>
          <w:tcPr>
            <w:tcW w:w="1370" w:type="dxa"/>
            <w:gridSpan w:val="2"/>
          </w:tcPr>
          <w:p w:rsidR="00172D87" w:rsidRDefault="00172D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Login </w:t>
            </w:r>
            <w:hyperlink r:id="rId16" w:history="1">
              <w:r w:rsidRPr="002B5DB9">
                <w:rPr>
                  <w:rStyle w:val="Hyperlink"/>
                  <w:rFonts w:ascii="Tahoma" w:hAnsi="Tahoma" w:cs="Tahoma"/>
                  <w:sz w:val="16"/>
                  <w:szCs w:val="16"/>
                </w:rPr>
                <w:t>coughje@saukpr.k12.wi.us</w:t>
              </w:r>
            </w:hyperlink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Password spsd123</w:t>
            </w:r>
          </w:p>
        </w:tc>
        <w:tc>
          <w:tcPr>
            <w:tcW w:w="1545" w:type="dxa"/>
          </w:tcPr>
          <w:p w:rsidR="00172D87" w:rsidRDefault="00172D87"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Login </w:t>
            </w:r>
            <w:hyperlink r:id="rId17" w:history="1">
              <w:r w:rsidRPr="002B5DB9">
                <w:rPr>
                  <w:rStyle w:val="Hyperlink"/>
                  <w:rFonts w:ascii="Tahoma" w:hAnsi="Tahoma" w:cs="Tahoma"/>
                  <w:sz w:val="16"/>
                  <w:szCs w:val="16"/>
                </w:rPr>
                <w:t>coughje@saukpr.k12.wi.us</w:t>
              </w:r>
            </w:hyperlink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Password spsd123</w:t>
            </w:r>
          </w:p>
        </w:tc>
        <w:tc>
          <w:tcPr>
            <w:tcW w:w="1178" w:type="dxa"/>
          </w:tcPr>
          <w:p w:rsidR="00172D87" w:rsidRDefault="00172D87"/>
        </w:tc>
      </w:tr>
      <w:tr w:rsidR="00172D87" w:rsidTr="008432E7">
        <w:tc>
          <w:tcPr>
            <w:tcW w:w="1441" w:type="dxa"/>
          </w:tcPr>
          <w:p w:rsidR="00172D87" w:rsidRDefault="00172D87" w:rsidP="00172D87">
            <w:pPr>
              <w:jc w:val="center"/>
            </w:pPr>
            <w:r>
              <w:t>CCC Core Curriculum Content</w:t>
            </w:r>
          </w:p>
        </w:tc>
        <w:tc>
          <w:tcPr>
            <w:tcW w:w="4042" w:type="dxa"/>
          </w:tcPr>
          <w:p w:rsidR="00172D87" w:rsidRDefault="001D1DE7" w:rsidP="005B26E4">
            <w:pPr>
              <w:pStyle w:val="NormalWeb"/>
            </w:pPr>
            <w:hyperlink r:id="rId18" w:history="1">
              <w:r w:rsidR="00172D87" w:rsidRPr="002B5DB9">
                <w:rPr>
                  <w:rStyle w:val="Hyperlink"/>
                </w:rPr>
                <w:t>http://video.cccvod.com</w:t>
              </w:r>
            </w:hyperlink>
          </w:p>
        </w:tc>
        <w:tc>
          <w:tcPr>
            <w:tcW w:w="1370" w:type="dxa"/>
            <w:gridSpan w:val="2"/>
          </w:tcPr>
          <w:p w:rsidR="00172D87" w:rsidRDefault="00172D87">
            <w:pPr>
              <w:rPr>
                <w:rFonts w:ascii="Tahoma" w:hAnsi="Tahoma" w:cs="Tahoma"/>
                <w:color w:val="0000FF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Login </w:t>
            </w:r>
            <w:hyperlink r:id="rId19" w:history="1">
              <w:r w:rsidRPr="002B5DB9">
                <w:rPr>
                  <w:rStyle w:val="Hyperlink"/>
                  <w:rFonts w:ascii="Tahoma" w:hAnsi="Tahoma" w:cs="Tahoma"/>
                  <w:sz w:val="16"/>
                  <w:szCs w:val="16"/>
                </w:rPr>
                <w:t>ruhlade@saukpr.k12.wi.us</w:t>
              </w:r>
            </w:hyperlink>
            <w:r>
              <w:rPr>
                <w:rFonts w:ascii="Tahoma" w:hAnsi="Tahoma" w:cs="Tahoma"/>
                <w:color w:val="0000FF"/>
                <w:sz w:val="16"/>
                <w:szCs w:val="16"/>
                <w:u w:val="single"/>
              </w:rPr>
              <w:t xml:space="preserve">  </w:t>
            </w:r>
            <w:r>
              <w:rPr>
                <w:rFonts w:ascii="Tahoma" w:hAnsi="Tahoma" w:cs="Tahoma"/>
                <w:color w:val="0000FF"/>
                <w:sz w:val="16"/>
                <w:szCs w:val="16"/>
                <w:u w:val="single"/>
              </w:rPr>
              <w:br/>
              <w:t>Password spsd123</w:t>
            </w:r>
          </w:p>
          <w:p w:rsidR="00172D87" w:rsidRDefault="00172D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45" w:type="dxa"/>
          </w:tcPr>
          <w:p w:rsidR="00172D87" w:rsidRDefault="00172D87" w:rsidP="00172D87">
            <w:pPr>
              <w:rPr>
                <w:rFonts w:ascii="Tahoma" w:hAnsi="Tahoma" w:cs="Tahoma"/>
                <w:color w:val="0000FF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Login </w:t>
            </w:r>
            <w:hyperlink r:id="rId20" w:history="1">
              <w:r w:rsidRPr="002B5DB9">
                <w:rPr>
                  <w:rStyle w:val="Hyperlink"/>
                  <w:rFonts w:ascii="Tahoma" w:hAnsi="Tahoma" w:cs="Tahoma"/>
                  <w:sz w:val="16"/>
                  <w:szCs w:val="16"/>
                </w:rPr>
                <w:t>ruhlade@saukpr.k12.wi.us</w:t>
              </w:r>
            </w:hyperlink>
            <w:r>
              <w:rPr>
                <w:rFonts w:ascii="Tahoma" w:hAnsi="Tahoma" w:cs="Tahoma"/>
                <w:color w:val="0000FF"/>
                <w:sz w:val="16"/>
                <w:szCs w:val="16"/>
                <w:u w:val="single"/>
              </w:rPr>
              <w:t xml:space="preserve">  </w:t>
            </w:r>
            <w:r>
              <w:rPr>
                <w:rFonts w:ascii="Tahoma" w:hAnsi="Tahoma" w:cs="Tahoma"/>
                <w:color w:val="0000FF"/>
                <w:sz w:val="16"/>
                <w:szCs w:val="16"/>
                <w:u w:val="single"/>
              </w:rPr>
              <w:br/>
              <w:t>Password spsd123</w:t>
            </w:r>
          </w:p>
          <w:p w:rsidR="00172D87" w:rsidRDefault="00172D87"/>
        </w:tc>
        <w:tc>
          <w:tcPr>
            <w:tcW w:w="1178" w:type="dxa"/>
          </w:tcPr>
          <w:p w:rsidR="00172D87" w:rsidRDefault="00172D87"/>
        </w:tc>
      </w:tr>
      <w:tr w:rsidR="00172D87" w:rsidTr="008432E7">
        <w:tc>
          <w:tcPr>
            <w:tcW w:w="1441" w:type="dxa"/>
          </w:tcPr>
          <w:p w:rsidR="00172D87" w:rsidRDefault="00172D87" w:rsidP="00172D87">
            <w:pPr>
              <w:jc w:val="center"/>
            </w:pPr>
            <w:r>
              <w:t>CCC Core Curriculum Content</w:t>
            </w:r>
          </w:p>
        </w:tc>
        <w:tc>
          <w:tcPr>
            <w:tcW w:w="4042" w:type="dxa"/>
          </w:tcPr>
          <w:p w:rsidR="00172D87" w:rsidRDefault="001D1DE7" w:rsidP="005B26E4">
            <w:pPr>
              <w:pStyle w:val="NormalWeb"/>
            </w:pPr>
            <w:hyperlink r:id="rId21" w:history="1">
              <w:r w:rsidR="00172D87" w:rsidRPr="002B5DB9">
                <w:rPr>
                  <w:rStyle w:val="Hyperlink"/>
                </w:rPr>
                <w:t>http://video.cccvod.com</w:t>
              </w:r>
            </w:hyperlink>
            <w:r w:rsidR="00C77CE0">
              <w:br/>
              <w:t>This can be purchased for individual classrooms.</w:t>
            </w:r>
          </w:p>
        </w:tc>
        <w:tc>
          <w:tcPr>
            <w:tcW w:w="1370" w:type="dxa"/>
            <w:gridSpan w:val="2"/>
          </w:tcPr>
          <w:p w:rsidR="00172D87" w:rsidRPr="00172D87" w:rsidRDefault="00172D87">
            <w:pPr>
              <w:rPr>
                <w:rFonts w:ascii="Tahoma" w:hAnsi="Tahoma" w:cs="Tahoma"/>
                <w:color w:val="0000FF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Login </w:t>
            </w:r>
            <w:hyperlink r:id="rId22" w:history="1">
              <w:r w:rsidRPr="002B5DB9">
                <w:rPr>
                  <w:rStyle w:val="Hyperlink"/>
                  <w:rFonts w:ascii="Tahoma" w:hAnsi="Tahoma" w:cs="Tahoma"/>
                  <w:sz w:val="16"/>
                  <w:szCs w:val="16"/>
                </w:rPr>
                <w:t>gansema@saukpr.k12.wi.us</w:t>
              </w:r>
            </w:hyperlink>
            <w:r>
              <w:rPr>
                <w:rFonts w:ascii="Tahoma" w:hAnsi="Tahoma" w:cs="Tahoma"/>
                <w:color w:val="0000FF"/>
                <w:sz w:val="16"/>
                <w:szCs w:val="16"/>
                <w:u w:val="single"/>
              </w:rPr>
              <w:t xml:space="preserve">   </w:t>
            </w:r>
            <w:r>
              <w:rPr>
                <w:rFonts w:ascii="Tahoma" w:hAnsi="Tahoma" w:cs="Tahoma"/>
                <w:color w:val="0000FF"/>
                <w:sz w:val="16"/>
                <w:szCs w:val="16"/>
                <w:u w:val="single"/>
              </w:rPr>
              <w:br/>
              <w:t>Password spsd123</w:t>
            </w:r>
          </w:p>
        </w:tc>
        <w:tc>
          <w:tcPr>
            <w:tcW w:w="1545" w:type="dxa"/>
          </w:tcPr>
          <w:p w:rsidR="00172D87" w:rsidRDefault="00172D87"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Login </w:t>
            </w:r>
            <w:hyperlink r:id="rId23" w:history="1">
              <w:r w:rsidRPr="002B5DB9">
                <w:rPr>
                  <w:rStyle w:val="Hyperlink"/>
                  <w:rFonts w:ascii="Tahoma" w:hAnsi="Tahoma" w:cs="Tahoma"/>
                  <w:sz w:val="16"/>
                  <w:szCs w:val="16"/>
                </w:rPr>
                <w:t>gansema@saukpr.k12.wi.us</w:t>
              </w:r>
            </w:hyperlink>
            <w:r>
              <w:rPr>
                <w:rFonts w:ascii="Tahoma" w:hAnsi="Tahoma" w:cs="Tahoma"/>
                <w:color w:val="0000FF"/>
                <w:sz w:val="16"/>
                <w:szCs w:val="16"/>
                <w:u w:val="single"/>
              </w:rPr>
              <w:t xml:space="preserve">   </w:t>
            </w:r>
            <w:r>
              <w:rPr>
                <w:rFonts w:ascii="Tahoma" w:hAnsi="Tahoma" w:cs="Tahoma"/>
                <w:color w:val="0000FF"/>
                <w:sz w:val="16"/>
                <w:szCs w:val="16"/>
                <w:u w:val="single"/>
              </w:rPr>
              <w:br/>
              <w:t>Password spsd123</w:t>
            </w:r>
          </w:p>
        </w:tc>
        <w:tc>
          <w:tcPr>
            <w:tcW w:w="1178" w:type="dxa"/>
          </w:tcPr>
          <w:p w:rsidR="00172D87" w:rsidRDefault="00172D87"/>
        </w:tc>
      </w:tr>
      <w:tr w:rsidR="00172D87" w:rsidTr="008432E7">
        <w:tc>
          <w:tcPr>
            <w:tcW w:w="1441" w:type="dxa"/>
          </w:tcPr>
          <w:p w:rsidR="00172D87" w:rsidRDefault="00172D87" w:rsidP="00172D87">
            <w:pPr>
              <w:jc w:val="center"/>
            </w:pPr>
            <w:r>
              <w:t>CCC Core Curriculum Content</w:t>
            </w:r>
          </w:p>
        </w:tc>
        <w:tc>
          <w:tcPr>
            <w:tcW w:w="4042" w:type="dxa"/>
          </w:tcPr>
          <w:p w:rsidR="00172D87" w:rsidRDefault="001D1DE7" w:rsidP="005B26E4">
            <w:pPr>
              <w:pStyle w:val="NormalWeb"/>
            </w:pPr>
            <w:hyperlink r:id="rId24" w:history="1">
              <w:r w:rsidR="00172D87" w:rsidRPr="002B5DB9">
                <w:rPr>
                  <w:rStyle w:val="Hyperlink"/>
                </w:rPr>
                <w:t>http://video.cccvod.com</w:t>
              </w:r>
            </w:hyperlink>
          </w:p>
        </w:tc>
        <w:tc>
          <w:tcPr>
            <w:tcW w:w="1370" w:type="dxa"/>
            <w:gridSpan w:val="2"/>
          </w:tcPr>
          <w:p w:rsidR="00172D87" w:rsidRDefault="00172D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Login </w:t>
            </w:r>
            <w:hyperlink r:id="rId25" w:history="1">
              <w:r w:rsidRPr="002B5DB9">
                <w:rPr>
                  <w:rStyle w:val="Hyperlink"/>
                  <w:rFonts w:ascii="Tahoma" w:hAnsi="Tahoma" w:cs="Tahoma"/>
                  <w:sz w:val="16"/>
                  <w:szCs w:val="16"/>
                </w:rPr>
                <w:t>kaderpa@saukpr.k12.wi.us</w:t>
              </w:r>
            </w:hyperlink>
            <w:r>
              <w:rPr>
                <w:rFonts w:ascii="Tahoma" w:hAnsi="Tahoma" w:cs="Tahoma"/>
                <w:color w:val="0000FF"/>
                <w:sz w:val="16"/>
                <w:szCs w:val="16"/>
                <w:u w:val="single"/>
              </w:rPr>
              <w:t xml:space="preserve">   </w:t>
            </w:r>
            <w:r>
              <w:rPr>
                <w:rFonts w:ascii="Tahoma" w:hAnsi="Tahoma" w:cs="Tahoma"/>
                <w:color w:val="0000FF"/>
                <w:sz w:val="16"/>
                <w:szCs w:val="16"/>
                <w:u w:val="single"/>
              </w:rPr>
              <w:br/>
              <w:t>Password spsd123</w:t>
            </w:r>
          </w:p>
        </w:tc>
        <w:tc>
          <w:tcPr>
            <w:tcW w:w="1545" w:type="dxa"/>
          </w:tcPr>
          <w:p w:rsidR="00172D87" w:rsidRDefault="00172D87"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Login </w:t>
            </w:r>
            <w:hyperlink r:id="rId26" w:history="1">
              <w:r w:rsidRPr="002B5DB9">
                <w:rPr>
                  <w:rStyle w:val="Hyperlink"/>
                  <w:rFonts w:ascii="Tahoma" w:hAnsi="Tahoma" w:cs="Tahoma"/>
                  <w:sz w:val="16"/>
                  <w:szCs w:val="16"/>
                </w:rPr>
                <w:t>kaderpa@saukpr.k12.wi.us</w:t>
              </w:r>
            </w:hyperlink>
            <w:r>
              <w:rPr>
                <w:rFonts w:ascii="Tahoma" w:hAnsi="Tahoma" w:cs="Tahoma"/>
                <w:color w:val="0000FF"/>
                <w:sz w:val="16"/>
                <w:szCs w:val="16"/>
                <w:u w:val="single"/>
              </w:rPr>
              <w:t xml:space="preserve">   </w:t>
            </w:r>
            <w:r>
              <w:rPr>
                <w:rFonts w:ascii="Tahoma" w:hAnsi="Tahoma" w:cs="Tahoma"/>
                <w:color w:val="0000FF"/>
                <w:sz w:val="16"/>
                <w:szCs w:val="16"/>
                <w:u w:val="single"/>
              </w:rPr>
              <w:br/>
              <w:t>Password spsd123</w:t>
            </w:r>
          </w:p>
        </w:tc>
        <w:tc>
          <w:tcPr>
            <w:tcW w:w="1178" w:type="dxa"/>
          </w:tcPr>
          <w:p w:rsidR="00172D87" w:rsidRDefault="00172D87"/>
        </w:tc>
      </w:tr>
      <w:tr w:rsidR="00172D87" w:rsidTr="008432E7">
        <w:tc>
          <w:tcPr>
            <w:tcW w:w="1441" w:type="dxa"/>
          </w:tcPr>
          <w:p w:rsidR="00172D87" w:rsidRDefault="00172D87" w:rsidP="00172D87">
            <w:pPr>
              <w:jc w:val="center"/>
            </w:pPr>
            <w:r>
              <w:t>Atomic Learning</w:t>
            </w:r>
          </w:p>
        </w:tc>
        <w:tc>
          <w:tcPr>
            <w:tcW w:w="4042" w:type="dxa"/>
          </w:tcPr>
          <w:p w:rsidR="00172D87" w:rsidRDefault="001D1DE7" w:rsidP="005B26E4">
            <w:pPr>
              <w:pStyle w:val="NormalWeb"/>
            </w:pPr>
            <w:hyperlink r:id="rId27" w:history="1">
              <w:r w:rsidR="00172D87" w:rsidRPr="002B5DB9">
                <w:rPr>
                  <w:rStyle w:val="Hyperlink"/>
                </w:rPr>
                <w:t>http://www.atomiclearning.com</w:t>
              </w:r>
            </w:hyperlink>
            <w:r w:rsidR="00172D87">
              <w:t xml:space="preserve"> </w:t>
            </w:r>
          </w:p>
        </w:tc>
        <w:tc>
          <w:tcPr>
            <w:tcW w:w="1370" w:type="dxa"/>
            <w:gridSpan w:val="2"/>
          </w:tcPr>
          <w:p w:rsidR="00EB724D" w:rsidRDefault="00EB724D" w:rsidP="00EB724D">
            <w:pPr>
              <w:ind w:hanging="360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Ato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EB724D" w:rsidRDefault="00EB724D" w:rsidP="00EB724D">
            <w:pPr>
              <w:ind w:hanging="3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a.</w:t>
            </w:r>
            <w:r>
              <w:rPr>
                <w:color w:val="000000"/>
                <w:sz w:val="14"/>
                <w:szCs w:val="14"/>
              </w:rPr>
              <w:t xml:space="preserve">      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Login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bhstudent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and password eagles</w:t>
            </w:r>
          </w:p>
          <w:p w:rsidR="00EB724D" w:rsidRDefault="00EB724D" w:rsidP="00EB724D">
            <w:pPr>
              <w:ind w:hanging="3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b.</w:t>
            </w:r>
            <w:r>
              <w:rPr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Login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trstudent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and password eagles</w:t>
            </w:r>
          </w:p>
          <w:p w:rsidR="00EB724D" w:rsidRDefault="00EB724D" w:rsidP="00EB724D">
            <w:pPr>
              <w:ind w:hanging="3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c.</w:t>
            </w:r>
            <w:r>
              <w:rPr>
                <w:color w:val="000000"/>
                <w:sz w:val="14"/>
                <w:szCs w:val="14"/>
              </w:rPr>
              <w:t xml:space="preserve">      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Login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mccsstudent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and password eagles</w:t>
            </w:r>
          </w:p>
          <w:p w:rsidR="00EB724D" w:rsidRDefault="00EB724D" w:rsidP="00EB724D">
            <w:pPr>
              <w:ind w:hanging="3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d.</w:t>
            </w:r>
            <w:r>
              <w:rPr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Login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gastudent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and password eagles</w:t>
            </w:r>
          </w:p>
          <w:p w:rsidR="00EB724D" w:rsidRDefault="00EB724D" w:rsidP="00EB724D">
            <w:pPr>
              <w:ind w:hanging="3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e.</w:t>
            </w:r>
            <w:r>
              <w:rPr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Login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ssstudent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and password eagles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Login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msstudent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and password eagles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Login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hsstudent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and password eagles</w:t>
            </w:r>
          </w:p>
          <w:p w:rsidR="00EB724D" w:rsidRDefault="00EB724D" w:rsidP="00EB724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72D87" w:rsidRDefault="00172D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45" w:type="dxa"/>
          </w:tcPr>
          <w:p w:rsidR="00EB724D" w:rsidRDefault="00EB724D" w:rsidP="00EB724D">
            <w:pPr>
              <w:ind w:hanging="3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Login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bhstudent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and password eagles</w:t>
            </w:r>
          </w:p>
          <w:p w:rsidR="00EB724D" w:rsidRDefault="00EB724D" w:rsidP="00EB724D">
            <w:pPr>
              <w:ind w:hanging="3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b.</w:t>
            </w:r>
            <w:r>
              <w:rPr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Login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trstudent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and password eagles</w:t>
            </w:r>
          </w:p>
          <w:p w:rsidR="00EB724D" w:rsidRDefault="00EB724D" w:rsidP="00EB724D">
            <w:pPr>
              <w:ind w:hanging="3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c.</w:t>
            </w:r>
            <w:r>
              <w:rPr>
                <w:color w:val="000000"/>
                <w:sz w:val="14"/>
                <w:szCs w:val="14"/>
              </w:rPr>
              <w:t xml:space="preserve">      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Login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mccsstudent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and password eagles</w:t>
            </w:r>
          </w:p>
          <w:p w:rsidR="00EB724D" w:rsidRDefault="00EB724D" w:rsidP="00EB724D">
            <w:pPr>
              <w:ind w:hanging="3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d.</w:t>
            </w:r>
            <w:r>
              <w:rPr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Login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gastudent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and password eagles</w:t>
            </w:r>
          </w:p>
          <w:p w:rsidR="00EB724D" w:rsidRDefault="00EB724D" w:rsidP="00EB724D">
            <w:pPr>
              <w:ind w:hanging="3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e.</w:t>
            </w:r>
            <w:r>
              <w:rPr>
                <w:color w:val="000000"/>
                <w:sz w:val="14"/>
                <w:szCs w:val="14"/>
              </w:rPr>
              <w:t xml:space="preserve">     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Login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ssstudent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and password eagles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Login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msstudent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and password eagles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Login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hsstudent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and password eagles</w:t>
            </w:r>
          </w:p>
          <w:p w:rsidR="00172D87" w:rsidRDefault="00172D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8" w:type="dxa"/>
          </w:tcPr>
          <w:p w:rsidR="00172D87" w:rsidRDefault="004A3EBD">
            <w:r>
              <w:t xml:space="preserve">Login </w:t>
            </w:r>
            <w:hyperlink r:id="rId28" w:history="1">
              <w:r w:rsidRPr="002B5DB9">
                <w:rPr>
                  <w:rStyle w:val="Hyperlink"/>
                </w:rPr>
                <w:t>kaderpa@saukpr.k12.wi.us</w:t>
              </w:r>
            </w:hyperlink>
            <w:r>
              <w:t xml:space="preserve">  </w:t>
            </w:r>
            <w:r>
              <w:br/>
              <w:t xml:space="preserve">password </w:t>
            </w:r>
            <w:proofErr w:type="spellStart"/>
            <w:r>
              <w:t>thatpat</w:t>
            </w:r>
            <w:proofErr w:type="spellEnd"/>
          </w:p>
          <w:p w:rsidR="004A3EBD" w:rsidRDefault="004A3EBD"/>
        </w:tc>
      </w:tr>
    </w:tbl>
    <w:p w:rsidR="002E1D16" w:rsidRDefault="002E1D16"/>
    <w:p w:rsidR="006B7022" w:rsidRDefault="006B7022"/>
    <w:p w:rsidR="006B7022" w:rsidRDefault="006B7022"/>
    <w:p w:rsidR="006B7022" w:rsidRDefault="006B7022"/>
    <w:p w:rsidR="006B7022" w:rsidRDefault="006B7022"/>
    <w:p w:rsidR="006B7022" w:rsidRDefault="006B7022"/>
    <w:p w:rsidR="006B7022" w:rsidRDefault="006B7022"/>
    <w:p w:rsidR="006B7022" w:rsidRDefault="006B7022"/>
    <w:p w:rsidR="006B7022" w:rsidRDefault="006B7022"/>
    <w:p w:rsidR="006B7022" w:rsidRDefault="006B7022"/>
    <w:p w:rsidR="006B7022" w:rsidRDefault="006B7022"/>
    <w:p w:rsidR="006B7022" w:rsidRDefault="006B7022"/>
    <w:p w:rsidR="006B7022" w:rsidRDefault="006B7022"/>
    <w:p w:rsidR="006B7022" w:rsidRDefault="006B7022">
      <w:r>
        <w:t>Online Web Portals for Education</w:t>
      </w:r>
    </w:p>
    <w:p w:rsidR="00295C35" w:rsidRDefault="006B7022">
      <w:proofErr w:type="spellStart"/>
      <w:r>
        <w:t>Ide</w:t>
      </w:r>
      <w:proofErr w:type="spellEnd"/>
      <w:r>
        <w:sym w:font="PT Symbol 1" w:char="F036"/>
      </w:r>
      <w:r>
        <w:t>s.com</w:t>
      </w:r>
      <w:r w:rsidR="00295C35">
        <w:t xml:space="preserve">       </w:t>
      </w:r>
      <w:hyperlink r:id="rId29" w:history="1">
        <w:r w:rsidR="00295C35" w:rsidRPr="002B5DB9">
          <w:rPr>
            <w:rStyle w:val="Hyperlink"/>
          </w:rPr>
          <w:t>http://www.ideas.wisconsin.edu</w:t>
        </w:r>
      </w:hyperlink>
    </w:p>
    <w:p w:rsidR="00295C35" w:rsidRDefault="00295C35"/>
    <w:p w:rsidR="00295C35" w:rsidRDefault="00295C35">
      <w:proofErr w:type="spellStart"/>
      <w:r>
        <w:t>Badgerlink</w:t>
      </w:r>
      <w:proofErr w:type="spellEnd"/>
      <w:r>
        <w:t xml:space="preserve"> </w:t>
      </w:r>
      <w:hyperlink r:id="rId30" w:history="1">
        <w:r w:rsidRPr="002B5DB9">
          <w:rPr>
            <w:rStyle w:val="Hyperlink"/>
          </w:rPr>
          <w:t>http://www.badgerlink.net</w:t>
        </w:r>
      </w:hyperlink>
    </w:p>
    <w:p w:rsidR="00295C35" w:rsidRDefault="00295C35"/>
    <w:p w:rsidR="006B7022" w:rsidRDefault="006B7022">
      <w:proofErr w:type="spellStart"/>
      <w:proofErr w:type="gramStart"/>
      <w:r>
        <w:t>Thinkfinity</w:t>
      </w:r>
      <w:proofErr w:type="spellEnd"/>
      <w:r w:rsidR="00295C35">
        <w:t xml:space="preserve">  </w:t>
      </w:r>
      <w:proofErr w:type="gramEnd"/>
      <w:r w:rsidR="001D1DE7">
        <w:fldChar w:fldCharType="begin"/>
      </w:r>
      <w:r w:rsidR="00295C35">
        <w:instrText xml:space="preserve"> HYPERLINK "http://www.thinkfinigy.org" </w:instrText>
      </w:r>
      <w:r w:rsidR="001D1DE7">
        <w:fldChar w:fldCharType="separate"/>
      </w:r>
      <w:r w:rsidR="00295C35" w:rsidRPr="002B5DB9">
        <w:rPr>
          <w:rStyle w:val="Hyperlink"/>
        </w:rPr>
        <w:t>http://www.thinkfinigy.org</w:t>
      </w:r>
      <w:r w:rsidR="001D1DE7">
        <w:fldChar w:fldCharType="end"/>
      </w:r>
      <w:r w:rsidR="00491C36">
        <w:t xml:space="preserve">  Have students create accounts.</w:t>
      </w:r>
    </w:p>
    <w:p w:rsidR="002E1A67" w:rsidRDefault="001D1DE7">
      <w:hyperlink r:id="rId31" w:history="1">
        <w:r w:rsidR="002E1A67" w:rsidRPr="00CF3B70">
          <w:rPr>
            <w:rStyle w:val="Hyperlink"/>
          </w:rPr>
          <w:t>http://community.thinkfinity.org/community/professionaldevelopment</w:t>
        </w:r>
      </w:hyperlink>
      <w:r w:rsidR="002E1A67">
        <w:t xml:space="preserve">    Training website for </w:t>
      </w:r>
      <w:proofErr w:type="spellStart"/>
      <w:r w:rsidR="002E1A67">
        <w:t>thinkfinity</w:t>
      </w:r>
      <w:proofErr w:type="spellEnd"/>
      <w:r w:rsidR="002E1A67">
        <w:t>.</w:t>
      </w:r>
    </w:p>
    <w:p w:rsidR="00295C35" w:rsidRDefault="00295C35"/>
    <w:p w:rsidR="006B7022" w:rsidRDefault="006B7022">
      <w:r>
        <w:t>Internet4Classrooms</w:t>
      </w:r>
      <w:r w:rsidR="00295C35">
        <w:t xml:space="preserve">  </w:t>
      </w:r>
    </w:p>
    <w:p w:rsidR="006B7022" w:rsidRDefault="006B7022">
      <w:r>
        <w:t>Internet4Teachers.com</w:t>
      </w:r>
    </w:p>
    <w:p w:rsidR="006B7022" w:rsidRDefault="006B7022">
      <w:r>
        <w:t>Apples4teacher.com (Math)</w:t>
      </w:r>
    </w:p>
    <w:p w:rsidR="006B7022" w:rsidRDefault="006B7022">
      <w:r>
        <w:t>Internet4teachers.ning.com</w:t>
      </w:r>
    </w:p>
    <w:p w:rsidR="006B7022" w:rsidRDefault="006B7022">
      <w:r>
        <w:t>Kidsknowit.com</w:t>
      </w:r>
    </w:p>
    <w:p w:rsidR="006B7022" w:rsidRDefault="001D1DE7">
      <w:hyperlink r:id="rId32" w:history="1">
        <w:r w:rsidR="006B7022" w:rsidRPr="002B5DB9">
          <w:rPr>
            <w:rStyle w:val="Hyperlink"/>
          </w:rPr>
          <w:t>www.educationworld.com</w:t>
        </w:r>
      </w:hyperlink>
    </w:p>
    <w:p w:rsidR="006B7022" w:rsidRDefault="001D1DE7">
      <w:hyperlink r:id="rId33" w:anchor="1" w:history="1">
        <w:r w:rsidR="006B7022" w:rsidRPr="002B5DB9">
          <w:rPr>
            <w:rStyle w:val="Hyperlink"/>
          </w:rPr>
          <w:t>http://eduscapes.com/tap/topic21.htm#1</w:t>
        </w:r>
      </w:hyperlink>
    </w:p>
    <w:p w:rsidR="006B7022" w:rsidRDefault="001D1DE7">
      <w:hyperlink r:id="rId34" w:anchor="2" w:history="1">
        <w:r w:rsidR="006B7022" w:rsidRPr="002B5DB9">
          <w:rPr>
            <w:rStyle w:val="Hyperlink"/>
          </w:rPr>
          <w:t>http://eduscapes.com/tap/topic21.htm#2</w:t>
        </w:r>
      </w:hyperlink>
      <w:r w:rsidR="006B7022">
        <w:t xml:space="preserve">  </w:t>
      </w:r>
    </w:p>
    <w:p w:rsidR="006B7022" w:rsidRDefault="001D1DE7">
      <w:hyperlink r:id="rId35" w:anchor="3" w:history="1">
        <w:r w:rsidR="006B7022" w:rsidRPr="002B5DB9">
          <w:rPr>
            <w:rStyle w:val="Hyperlink"/>
          </w:rPr>
          <w:t>http://eduscapes.com/tap/topic21.htm#3</w:t>
        </w:r>
      </w:hyperlink>
      <w:r w:rsidR="006B7022">
        <w:t xml:space="preserve">  </w:t>
      </w:r>
    </w:p>
    <w:p w:rsidR="006B7022" w:rsidRDefault="001D1DE7">
      <w:hyperlink r:id="rId36" w:history="1">
        <w:r w:rsidR="00295C35" w:rsidRPr="002B5DB9">
          <w:rPr>
            <w:rStyle w:val="Hyperlink"/>
          </w:rPr>
          <w:t>http://goodsitesforkids.com/Portals.htm</w:t>
        </w:r>
      </w:hyperlink>
      <w:r w:rsidR="00295C35">
        <w:t xml:space="preserve">  </w:t>
      </w:r>
    </w:p>
    <w:p w:rsidR="00295C35" w:rsidRDefault="00295C35"/>
    <w:p w:rsidR="006B7022" w:rsidRDefault="00295C35">
      <w:r>
        <w:t xml:space="preserve">WebInfoCentral.com   </w:t>
      </w:r>
      <w:hyperlink r:id="rId37" w:history="1">
        <w:r w:rsidRPr="002B5DB9">
          <w:rPr>
            <w:rStyle w:val="Hyperlink"/>
          </w:rPr>
          <w:t>http://goodsitesforkids.com/Portals.htm</w:t>
        </w:r>
      </w:hyperlink>
      <w:r>
        <w:t xml:space="preserve">  </w:t>
      </w:r>
    </w:p>
    <w:p w:rsidR="000C29C1" w:rsidRDefault="000C29C1"/>
    <w:p w:rsidR="000C29C1" w:rsidRDefault="001D1DE7">
      <w:hyperlink r:id="rId38" w:history="1">
        <w:r w:rsidR="000C29C1" w:rsidRPr="00CF3B70">
          <w:rPr>
            <w:rStyle w:val="Hyperlink"/>
          </w:rPr>
          <w:t>http://www.goodsitesforkids.com/Portals.htm</w:t>
        </w:r>
      </w:hyperlink>
      <w:r w:rsidR="000C29C1">
        <w:t xml:space="preserve">   </w:t>
      </w:r>
    </w:p>
    <w:p w:rsidR="00B12F79" w:rsidRDefault="00B12F79"/>
    <w:p w:rsidR="00B12F79" w:rsidRDefault="001D1DE7">
      <w:hyperlink r:id="rId39" w:history="1">
        <w:r w:rsidR="00B12F79" w:rsidRPr="00CF3B70">
          <w:rPr>
            <w:rStyle w:val="Hyperlink"/>
          </w:rPr>
          <w:t>http://theconnectedclassroom.wikispaces.com/news</w:t>
        </w:r>
      </w:hyperlink>
      <w:r w:rsidR="00B12F79">
        <w:t xml:space="preserve">  </w:t>
      </w:r>
    </w:p>
    <w:p w:rsidR="00314F2C" w:rsidRDefault="00314F2C"/>
    <w:p w:rsidR="00314F2C" w:rsidRDefault="001D1DE7">
      <w:hyperlink r:id="rId40" w:history="1">
        <w:r w:rsidR="00314F2C" w:rsidRPr="00CF3B70">
          <w:rPr>
            <w:rStyle w:val="Hyperlink"/>
          </w:rPr>
          <w:t>http://theconnectedclassroom.wikispaces.com/VirtualFieldtrips</w:t>
        </w:r>
      </w:hyperlink>
      <w:r w:rsidR="00314F2C">
        <w:t xml:space="preserve">  </w:t>
      </w:r>
    </w:p>
    <w:p w:rsidR="00314F2C" w:rsidRDefault="00314F2C"/>
    <w:p w:rsidR="00295C35" w:rsidRDefault="00295C35"/>
    <w:p w:rsidR="00295C35" w:rsidRDefault="00295C35"/>
    <w:p w:rsidR="00295C35" w:rsidRDefault="00295C35"/>
    <w:p w:rsidR="00295C35" w:rsidRDefault="00295C35"/>
    <w:p w:rsidR="00295C35" w:rsidRDefault="00295C35"/>
    <w:p w:rsidR="00295C35" w:rsidRDefault="00295C35"/>
    <w:p w:rsidR="00295C35" w:rsidRDefault="00295C35">
      <w:r>
        <w:t>Math Web Sites</w:t>
      </w:r>
    </w:p>
    <w:p w:rsidR="00295C35" w:rsidRDefault="00295C35"/>
    <w:p w:rsidR="00295C35" w:rsidRDefault="00295C35"/>
    <w:p w:rsidR="00295C35" w:rsidRDefault="00295C35"/>
    <w:p w:rsidR="00295C35" w:rsidRDefault="00295C35">
      <w:r>
        <w:t>Social Studies Web Sites</w:t>
      </w:r>
    </w:p>
    <w:p w:rsidR="00295C35" w:rsidRDefault="00295C35"/>
    <w:p w:rsidR="00295C35" w:rsidRDefault="00295C35"/>
    <w:p w:rsidR="00295C35" w:rsidRDefault="00295C35"/>
    <w:p w:rsidR="00295C35" w:rsidRDefault="00295C35"/>
    <w:p w:rsidR="00295C35" w:rsidRDefault="00295C35">
      <w:r>
        <w:t>English Web Sites</w:t>
      </w:r>
    </w:p>
    <w:p w:rsidR="00295C35" w:rsidRDefault="00295C35"/>
    <w:p w:rsidR="00295C35" w:rsidRDefault="00295C35"/>
    <w:p w:rsidR="00295C35" w:rsidRDefault="00295C35"/>
    <w:p w:rsidR="00295C35" w:rsidRDefault="00295C35">
      <w:r>
        <w:t>Phonics Web Sites</w:t>
      </w:r>
    </w:p>
    <w:p w:rsidR="00295C35" w:rsidRDefault="00295C35"/>
    <w:p w:rsidR="00295C35" w:rsidRDefault="00295C35"/>
    <w:p w:rsidR="00295C35" w:rsidRDefault="00295C35"/>
    <w:p w:rsidR="00295C35" w:rsidRDefault="00295C35">
      <w:r>
        <w:t>Reading Web Sites</w:t>
      </w:r>
    </w:p>
    <w:p w:rsidR="00295C35" w:rsidRDefault="00295C35"/>
    <w:p w:rsidR="00295C35" w:rsidRDefault="00295C35"/>
    <w:p w:rsidR="00295C35" w:rsidRDefault="00295C35"/>
    <w:p w:rsidR="00295C35" w:rsidRDefault="00295C35">
      <w:r>
        <w:t>Library Web Sites</w:t>
      </w:r>
    </w:p>
    <w:p w:rsidR="00295C35" w:rsidRDefault="00295C35"/>
    <w:p w:rsidR="00295C35" w:rsidRDefault="00295C35"/>
    <w:p w:rsidR="00295C35" w:rsidRDefault="00295C35">
      <w:r>
        <w:t xml:space="preserve">Website builder for </w:t>
      </w:r>
      <w:proofErr w:type="gramStart"/>
      <w:r>
        <w:t xml:space="preserve">Educators  </w:t>
      </w:r>
      <w:proofErr w:type="gramEnd"/>
      <w:hyperlink r:id="rId41" w:history="1">
        <w:r w:rsidRPr="002B5DB9">
          <w:rPr>
            <w:rStyle w:val="Hyperlink"/>
          </w:rPr>
          <w:t>http://www.educatorpages.com/home.aspx</w:t>
        </w:r>
      </w:hyperlink>
      <w:r>
        <w:t xml:space="preserve">  </w:t>
      </w:r>
      <w:r w:rsidR="00883566">
        <w:br/>
      </w:r>
      <w:hyperlink r:id="rId42" w:history="1">
        <w:r w:rsidR="00883566" w:rsidRPr="002B5DB9">
          <w:rPr>
            <w:rStyle w:val="Hyperlink"/>
          </w:rPr>
          <w:t>kaderpa@educatorpages.com</w:t>
        </w:r>
      </w:hyperlink>
      <w:r w:rsidR="00883566">
        <w:t xml:space="preserve">  Login is </w:t>
      </w:r>
      <w:proofErr w:type="spellStart"/>
      <w:r w:rsidR="00883566">
        <w:t>kaderpa</w:t>
      </w:r>
      <w:proofErr w:type="spellEnd"/>
      <w:r w:rsidR="00883566">
        <w:t xml:space="preserve"> and password is </w:t>
      </w:r>
      <w:proofErr w:type="spellStart"/>
      <w:r w:rsidR="00883566">
        <w:t>thatpat</w:t>
      </w:r>
      <w:proofErr w:type="spellEnd"/>
    </w:p>
    <w:p w:rsidR="00883566" w:rsidRDefault="00883566">
      <w:proofErr w:type="spellStart"/>
      <w:r>
        <w:t>Wikispaces</w:t>
      </w:r>
      <w:proofErr w:type="spellEnd"/>
      <w:r>
        <w:t xml:space="preserve"> for </w:t>
      </w:r>
      <w:proofErr w:type="spellStart"/>
      <w:r>
        <w:t>Educatiors</w:t>
      </w:r>
      <w:proofErr w:type="spellEnd"/>
    </w:p>
    <w:p w:rsidR="006153EE" w:rsidRDefault="001D1DE7">
      <w:hyperlink r:id="rId43" w:history="1">
        <w:r w:rsidR="006153EE" w:rsidRPr="002B5DB9">
          <w:rPr>
            <w:rStyle w:val="Hyperlink"/>
          </w:rPr>
          <w:t>https://internetresourcesforeducators.wikispaces.com/</w:t>
        </w:r>
      </w:hyperlink>
      <w:r w:rsidR="006153EE">
        <w:t xml:space="preserve">   </w:t>
      </w:r>
    </w:p>
    <w:p w:rsidR="00883566" w:rsidRDefault="00883566">
      <w:r>
        <w:t xml:space="preserve"> Login </w:t>
      </w:r>
      <w:proofErr w:type="spellStart"/>
      <w:r>
        <w:t>kaderpa</w:t>
      </w:r>
      <w:proofErr w:type="spellEnd"/>
      <w:r>
        <w:t xml:space="preserve"> and password </w:t>
      </w:r>
      <w:proofErr w:type="spellStart"/>
      <w:r>
        <w:t>thatpat</w:t>
      </w:r>
      <w:proofErr w:type="spellEnd"/>
    </w:p>
    <w:p w:rsidR="00883566" w:rsidRDefault="00883566"/>
    <w:p w:rsidR="00295C35" w:rsidRDefault="00295C35"/>
    <w:p w:rsidR="006B7022" w:rsidRDefault="006B7022"/>
    <w:p w:rsidR="006B7022" w:rsidRDefault="006B7022"/>
    <w:p w:rsidR="006B7022" w:rsidRDefault="006B7022">
      <w:r>
        <w:t xml:space="preserve"> </w:t>
      </w:r>
    </w:p>
    <w:p w:rsidR="006B7022" w:rsidRDefault="006B7022"/>
    <w:sectPr w:rsidR="006B7022" w:rsidSect="005248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T Symbol 1">
    <w:panose1 w:val="02050604040505020204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compat/>
  <w:rsids>
    <w:rsidRoot w:val="002E1D16"/>
    <w:rsid w:val="0000684A"/>
    <w:rsid w:val="000C29C1"/>
    <w:rsid w:val="00172D87"/>
    <w:rsid w:val="001937DF"/>
    <w:rsid w:val="001A5E6C"/>
    <w:rsid w:val="001D1DE7"/>
    <w:rsid w:val="00205F58"/>
    <w:rsid w:val="00295C35"/>
    <w:rsid w:val="002B1FBA"/>
    <w:rsid w:val="002E1A67"/>
    <w:rsid w:val="002E1D16"/>
    <w:rsid w:val="00314F2C"/>
    <w:rsid w:val="003C1894"/>
    <w:rsid w:val="003D5152"/>
    <w:rsid w:val="003E0E27"/>
    <w:rsid w:val="00416F82"/>
    <w:rsid w:val="00426734"/>
    <w:rsid w:val="00491C36"/>
    <w:rsid w:val="004A3EBD"/>
    <w:rsid w:val="0052481C"/>
    <w:rsid w:val="005B26E4"/>
    <w:rsid w:val="006153EE"/>
    <w:rsid w:val="006B7022"/>
    <w:rsid w:val="0072039F"/>
    <w:rsid w:val="007567A0"/>
    <w:rsid w:val="00761637"/>
    <w:rsid w:val="007B1D62"/>
    <w:rsid w:val="00801BCC"/>
    <w:rsid w:val="00841CB1"/>
    <w:rsid w:val="008432E7"/>
    <w:rsid w:val="00883566"/>
    <w:rsid w:val="008C236E"/>
    <w:rsid w:val="009347E7"/>
    <w:rsid w:val="00A023AB"/>
    <w:rsid w:val="00B12F79"/>
    <w:rsid w:val="00BA58C7"/>
    <w:rsid w:val="00C77CE0"/>
    <w:rsid w:val="00CF1E52"/>
    <w:rsid w:val="00D954CC"/>
    <w:rsid w:val="00DD6089"/>
    <w:rsid w:val="00E35A0F"/>
    <w:rsid w:val="00EB7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8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1D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E1D16"/>
    <w:rPr>
      <w:color w:val="0000FF" w:themeColor="hyperlink"/>
      <w:u w:val="single"/>
    </w:rPr>
  </w:style>
  <w:style w:type="paragraph" w:styleId="NormalWeb">
    <w:name w:val="Normal (Web)"/>
    <w:basedOn w:val="Normal"/>
    <w:rsid w:val="005B2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153E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62687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5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9191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1981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05738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464022">
                  <w:marLeft w:val="117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811223">
                  <w:marLeft w:val="117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596985">
                  <w:marLeft w:val="117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598374">
                  <w:marLeft w:val="117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423077">
                  <w:marLeft w:val="117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ttrekker.com/us" TargetMode="External"/><Relationship Id="rId13" Type="http://schemas.openxmlformats.org/officeDocument/2006/relationships/hyperlink" Target="mailto:kreutte@saukpr.k12.wi.us" TargetMode="External"/><Relationship Id="rId18" Type="http://schemas.openxmlformats.org/officeDocument/2006/relationships/hyperlink" Target="http://video.cccvod.com" TargetMode="External"/><Relationship Id="rId26" Type="http://schemas.openxmlformats.org/officeDocument/2006/relationships/hyperlink" Target="mailto:kaderpa@saukpr.k12.wi.us" TargetMode="External"/><Relationship Id="rId39" Type="http://schemas.openxmlformats.org/officeDocument/2006/relationships/hyperlink" Target="http://theconnectedclassroom.wikispaces.com/news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video.cccvod.com" TargetMode="External"/><Relationship Id="rId34" Type="http://schemas.openxmlformats.org/officeDocument/2006/relationships/hyperlink" Target="http://eduscapes.com/tap/topic21.htm" TargetMode="External"/><Relationship Id="rId42" Type="http://schemas.openxmlformats.org/officeDocument/2006/relationships/hyperlink" Target="mailto:kaderpa@educatorpages.com" TargetMode="External"/><Relationship Id="rId7" Type="http://schemas.openxmlformats.org/officeDocument/2006/relationships/hyperlink" Target="http://streaming.discoveryeducation.com/" TargetMode="External"/><Relationship Id="rId12" Type="http://schemas.openxmlformats.org/officeDocument/2006/relationships/hyperlink" Target="http://video.cccvod.com" TargetMode="External"/><Relationship Id="rId17" Type="http://schemas.openxmlformats.org/officeDocument/2006/relationships/hyperlink" Target="mailto:coughje@saukpr.k12.wi.us" TargetMode="External"/><Relationship Id="rId25" Type="http://schemas.openxmlformats.org/officeDocument/2006/relationships/hyperlink" Target="mailto:kaderpa@saukpr.k12.wi.us" TargetMode="External"/><Relationship Id="rId33" Type="http://schemas.openxmlformats.org/officeDocument/2006/relationships/hyperlink" Target="http://eduscapes.com/tap/topic21.htm" TargetMode="External"/><Relationship Id="rId38" Type="http://schemas.openxmlformats.org/officeDocument/2006/relationships/hyperlink" Target="http://www.goodsitesforkids.com/Portals.htm" TargetMode="External"/><Relationship Id="rId2" Type="http://schemas.openxmlformats.org/officeDocument/2006/relationships/styles" Target="styles.xml"/><Relationship Id="rId16" Type="http://schemas.openxmlformats.org/officeDocument/2006/relationships/hyperlink" Target="mailto:coughje@saukpr.k12.wi.us" TargetMode="External"/><Relationship Id="rId20" Type="http://schemas.openxmlformats.org/officeDocument/2006/relationships/hyperlink" Target="mailto:ruhlade@saukpr.k12.wi.us" TargetMode="External"/><Relationship Id="rId29" Type="http://schemas.openxmlformats.org/officeDocument/2006/relationships/hyperlink" Target="http://www.ideas.wisconsin.edu" TargetMode="External"/><Relationship Id="rId41" Type="http://schemas.openxmlformats.org/officeDocument/2006/relationships/hyperlink" Target="http://www.educatorpages.com/home.asp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worldbookonline.com" TargetMode="External"/><Relationship Id="rId11" Type="http://schemas.openxmlformats.org/officeDocument/2006/relationships/hyperlink" Target="http://www.proquestk12.com/" TargetMode="External"/><Relationship Id="rId24" Type="http://schemas.openxmlformats.org/officeDocument/2006/relationships/hyperlink" Target="http://video.cccvod.com" TargetMode="External"/><Relationship Id="rId32" Type="http://schemas.openxmlformats.org/officeDocument/2006/relationships/hyperlink" Target="http://www.educationworld.com" TargetMode="External"/><Relationship Id="rId37" Type="http://schemas.openxmlformats.org/officeDocument/2006/relationships/hyperlink" Target="http://goodsitesforkids.com/Portals.htm" TargetMode="External"/><Relationship Id="rId40" Type="http://schemas.openxmlformats.org/officeDocument/2006/relationships/hyperlink" Target="http://theconnectedclassroom.wikispaces.com/VirtualFieldtrips" TargetMode="External"/><Relationship Id="rId45" Type="http://schemas.openxmlformats.org/officeDocument/2006/relationships/theme" Target="theme/theme1.xml"/><Relationship Id="rId5" Type="http://schemas.openxmlformats.org/officeDocument/2006/relationships/hyperlink" Target="http://www.enchantedlearning.com" TargetMode="External"/><Relationship Id="rId15" Type="http://schemas.openxmlformats.org/officeDocument/2006/relationships/hyperlink" Target="http://video.cccvod.com" TargetMode="External"/><Relationship Id="rId23" Type="http://schemas.openxmlformats.org/officeDocument/2006/relationships/hyperlink" Target="mailto:gansema@saukpr.k12.wi.us" TargetMode="External"/><Relationship Id="rId28" Type="http://schemas.openxmlformats.org/officeDocument/2006/relationships/hyperlink" Target="mailto:kaderpa@saukpr.k12.wi.us" TargetMode="External"/><Relationship Id="rId36" Type="http://schemas.openxmlformats.org/officeDocument/2006/relationships/hyperlink" Target="http://goodsitesforkids.com/Portals.htm" TargetMode="External"/><Relationship Id="rId10" Type="http://schemas.openxmlformats.org/officeDocument/2006/relationships/hyperlink" Target="http://www.proquestk12.com/" TargetMode="External"/><Relationship Id="rId19" Type="http://schemas.openxmlformats.org/officeDocument/2006/relationships/hyperlink" Target="mailto:ruhlade@saukpr.k12.wi.us" TargetMode="External"/><Relationship Id="rId31" Type="http://schemas.openxmlformats.org/officeDocument/2006/relationships/hyperlink" Target="http://community.thinkfinity.org/community/professionaldevelopment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roquestk12.com/" TargetMode="External"/><Relationship Id="rId14" Type="http://schemas.openxmlformats.org/officeDocument/2006/relationships/hyperlink" Target="mailto:kreutte@saukpr.k12.wi.us" TargetMode="External"/><Relationship Id="rId22" Type="http://schemas.openxmlformats.org/officeDocument/2006/relationships/hyperlink" Target="mailto:gansema@saukpr.k12.wi.us" TargetMode="External"/><Relationship Id="rId27" Type="http://schemas.openxmlformats.org/officeDocument/2006/relationships/hyperlink" Target="http://www.atomiclearning.com" TargetMode="External"/><Relationship Id="rId30" Type="http://schemas.openxmlformats.org/officeDocument/2006/relationships/hyperlink" Target="http://www.badgerlink.net" TargetMode="External"/><Relationship Id="rId35" Type="http://schemas.openxmlformats.org/officeDocument/2006/relationships/hyperlink" Target="http://eduscapes.com/tap/topic21.htm" TargetMode="External"/><Relationship Id="rId43" Type="http://schemas.openxmlformats.org/officeDocument/2006/relationships/hyperlink" Target="https://internetresourcesforeducators.wikispaces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Local%20Settings\Application%20Data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11873E5A-0445-498D-BC63-92D940EE7FA2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0</TotalTime>
  <Pages>6</Pages>
  <Words>1051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2011-06-10T16:15:00Z</dcterms:created>
  <dcterms:modified xsi:type="dcterms:W3CDTF">2011-06-10T16:15:00Z</dcterms:modified>
</cp:coreProperties>
</file>